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EA4" w:rsidRDefault="001D2EA4" w:rsidP="005079C9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Министерство образования и науки Республики Дагестан </w:t>
      </w:r>
    </w:p>
    <w:p w:rsidR="001D2EA4" w:rsidRDefault="001D2EA4" w:rsidP="005079C9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Республиканский конкурс исследовательских проектов младших школьников «Первоцвет»</w:t>
      </w:r>
    </w:p>
    <w:p w:rsidR="001D2EA4" w:rsidRPr="005079C9" w:rsidRDefault="001D2EA4" w:rsidP="005079C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2EA4" w:rsidRPr="005079C9" w:rsidRDefault="001D2EA4" w:rsidP="005079C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2EA4" w:rsidRPr="005079C9" w:rsidRDefault="001D2EA4" w:rsidP="005079C9">
      <w:pPr>
        <w:spacing w:line="360" w:lineRule="auto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5079C9">
        <w:rPr>
          <w:rFonts w:ascii="Times New Roman" w:hAnsi="Times New Roman" w:cs="Times New Roman"/>
          <w:b/>
          <w:bCs/>
          <w:sz w:val="48"/>
          <w:szCs w:val="48"/>
        </w:rPr>
        <w:t>Исследовательск</w:t>
      </w:r>
      <w:r>
        <w:rPr>
          <w:rFonts w:ascii="Times New Roman" w:hAnsi="Times New Roman" w:cs="Times New Roman"/>
          <w:b/>
          <w:bCs/>
          <w:sz w:val="48"/>
          <w:szCs w:val="48"/>
        </w:rPr>
        <w:t>ая работа</w:t>
      </w:r>
    </w:p>
    <w:p w:rsidR="001D2EA4" w:rsidRDefault="001D2EA4" w:rsidP="005079C9">
      <w:pPr>
        <w:spacing w:line="360" w:lineRule="auto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 w:rsidRPr="00B30AA9">
        <w:rPr>
          <w:rFonts w:ascii="Times New Roman" w:hAnsi="Times New Roman" w:cs="Times New Roman"/>
          <w:b/>
          <w:bCs/>
          <w:sz w:val="52"/>
          <w:szCs w:val="52"/>
        </w:rPr>
        <w:t>«История моей малой родины – с. Дарша</w:t>
      </w:r>
      <w:r>
        <w:rPr>
          <w:rFonts w:ascii="Times New Roman" w:hAnsi="Times New Roman" w:cs="Times New Roman"/>
          <w:b/>
          <w:bCs/>
          <w:sz w:val="52"/>
          <w:szCs w:val="52"/>
        </w:rPr>
        <w:t>»</w:t>
      </w:r>
    </w:p>
    <w:p w:rsidR="001D2EA4" w:rsidRDefault="001D2EA4" w:rsidP="005079C9">
      <w:pPr>
        <w:spacing w:line="360" w:lineRule="auto"/>
        <w:ind w:left="5610"/>
        <w:rPr>
          <w:rFonts w:ascii="Times New Roman" w:hAnsi="Times New Roman" w:cs="Times New Roman"/>
          <w:sz w:val="28"/>
          <w:szCs w:val="28"/>
        </w:rPr>
      </w:pPr>
    </w:p>
    <w:p w:rsidR="001D2EA4" w:rsidRDefault="001D2EA4" w:rsidP="005079C9">
      <w:pPr>
        <w:spacing w:line="360" w:lineRule="auto"/>
        <w:ind w:left="5610"/>
        <w:rPr>
          <w:rFonts w:ascii="Times New Roman" w:hAnsi="Times New Roman" w:cs="Times New Roman"/>
          <w:sz w:val="28"/>
          <w:szCs w:val="28"/>
        </w:rPr>
      </w:pPr>
    </w:p>
    <w:p w:rsidR="001D2EA4" w:rsidRDefault="001D2EA4" w:rsidP="005079C9">
      <w:pPr>
        <w:spacing w:line="360" w:lineRule="auto"/>
        <w:ind w:left="5610"/>
        <w:rPr>
          <w:rFonts w:ascii="Times New Roman" w:hAnsi="Times New Roman" w:cs="Times New Roman"/>
          <w:sz w:val="28"/>
          <w:szCs w:val="28"/>
        </w:rPr>
      </w:pPr>
    </w:p>
    <w:p w:rsidR="001D2EA4" w:rsidRDefault="001D2EA4" w:rsidP="005079C9">
      <w:pPr>
        <w:spacing w:line="360" w:lineRule="auto"/>
        <w:ind w:left="5610"/>
        <w:rPr>
          <w:rFonts w:ascii="Times New Roman" w:hAnsi="Times New Roman" w:cs="Times New Roman"/>
          <w:sz w:val="28"/>
          <w:szCs w:val="28"/>
        </w:rPr>
      </w:pPr>
    </w:p>
    <w:p w:rsidR="001D2EA4" w:rsidRPr="00B30AA9" w:rsidRDefault="001D2EA4" w:rsidP="00B30AA9">
      <w:pPr>
        <w:spacing w:after="0" w:line="240" w:lineRule="auto"/>
        <w:ind w:left="5280"/>
        <w:rPr>
          <w:rFonts w:ascii="Times New Roman" w:hAnsi="Times New Roman" w:cs="Times New Roman"/>
          <w:sz w:val="28"/>
          <w:szCs w:val="28"/>
        </w:rPr>
      </w:pPr>
      <w:r w:rsidRPr="00B30AA9">
        <w:rPr>
          <w:rFonts w:ascii="Times New Roman" w:hAnsi="Times New Roman" w:cs="Times New Roman"/>
          <w:sz w:val="28"/>
          <w:szCs w:val="28"/>
        </w:rPr>
        <w:t xml:space="preserve">Выполнила: Султанова Кистаман, ученица </w:t>
      </w:r>
      <w:r w:rsidRPr="00B30AA9">
        <w:rPr>
          <w:rFonts w:ascii="Times New Roman" w:hAnsi="Times New Roman" w:cs="Times New Roman"/>
          <w:color w:val="000000"/>
          <w:sz w:val="28"/>
          <w:szCs w:val="28"/>
        </w:rPr>
        <w:t>3 класса</w:t>
      </w:r>
      <w:r w:rsidRPr="00B30AA9">
        <w:rPr>
          <w:rFonts w:ascii="Times New Roman" w:hAnsi="Times New Roman" w:cs="Times New Roman"/>
          <w:sz w:val="28"/>
          <w:szCs w:val="28"/>
        </w:rPr>
        <w:t xml:space="preserve"> МКОУ «МСОШ №1»</w:t>
      </w:r>
    </w:p>
    <w:p w:rsidR="001D2EA4" w:rsidRPr="00B30AA9" w:rsidRDefault="001D2EA4" w:rsidP="00B30AA9">
      <w:pPr>
        <w:spacing w:after="0" w:line="240" w:lineRule="auto"/>
        <w:ind w:left="5280"/>
        <w:rPr>
          <w:rFonts w:ascii="Times New Roman" w:hAnsi="Times New Roman" w:cs="Times New Roman"/>
          <w:color w:val="000000"/>
          <w:sz w:val="28"/>
          <w:szCs w:val="28"/>
        </w:rPr>
      </w:pPr>
    </w:p>
    <w:p w:rsidR="001D2EA4" w:rsidRPr="00B30AA9" w:rsidRDefault="001D2EA4" w:rsidP="00B30AA9">
      <w:pPr>
        <w:spacing w:after="0" w:line="240" w:lineRule="auto"/>
        <w:ind w:left="5280"/>
        <w:rPr>
          <w:rFonts w:ascii="Times New Roman" w:hAnsi="Times New Roman" w:cs="Times New Roman"/>
          <w:sz w:val="28"/>
          <w:szCs w:val="28"/>
        </w:rPr>
      </w:pPr>
      <w:r w:rsidRPr="00B30AA9">
        <w:rPr>
          <w:rFonts w:ascii="Times New Roman" w:hAnsi="Times New Roman" w:cs="Times New Roman"/>
          <w:sz w:val="28"/>
          <w:szCs w:val="28"/>
        </w:rPr>
        <w:t>Руководитель:</w:t>
      </w:r>
    </w:p>
    <w:p w:rsidR="001D2EA4" w:rsidRPr="00B30AA9" w:rsidRDefault="001D2EA4" w:rsidP="00B30AA9">
      <w:pPr>
        <w:spacing w:after="0" w:line="240" w:lineRule="auto"/>
        <w:ind w:left="5280"/>
        <w:rPr>
          <w:rFonts w:ascii="Times New Roman" w:hAnsi="Times New Roman" w:cs="Times New Roman"/>
          <w:sz w:val="28"/>
          <w:szCs w:val="28"/>
        </w:rPr>
      </w:pPr>
      <w:r w:rsidRPr="00B30AA9">
        <w:rPr>
          <w:rFonts w:ascii="Times New Roman" w:hAnsi="Times New Roman" w:cs="Times New Roman"/>
          <w:sz w:val="28"/>
          <w:szCs w:val="28"/>
        </w:rPr>
        <w:t>Гасангусенова Ашура Магомедовна</w:t>
      </w:r>
    </w:p>
    <w:p w:rsidR="001D2EA4" w:rsidRPr="00B30AA9" w:rsidRDefault="001D2EA4" w:rsidP="00B30AA9">
      <w:pPr>
        <w:spacing w:after="0" w:line="240" w:lineRule="auto"/>
        <w:ind w:left="5280"/>
        <w:rPr>
          <w:rFonts w:ascii="Times New Roman" w:hAnsi="Times New Roman" w:cs="Times New Roman"/>
          <w:sz w:val="28"/>
          <w:szCs w:val="28"/>
        </w:rPr>
      </w:pPr>
      <w:r w:rsidRPr="00B30AA9">
        <w:rPr>
          <w:rFonts w:ascii="Times New Roman" w:hAnsi="Times New Roman" w:cs="Times New Roman"/>
          <w:sz w:val="28"/>
          <w:szCs w:val="28"/>
        </w:rPr>
        <w:t>МКОУ «МСОШ №1 »</w:t>
      </w:r>
    </w:p>
    <w:p w:rsidR="001D2EA4" w:rsidRPr="00B30AA9" w:rsidRDefault="001D2EA4" w:rsidP="00B30AA9">
      <w:pPr>
        <w:spacing w:after="0" w:line="240" w:lineRule="auto"/>
        <w:ind w:left="5280"/>
        <w:rPr>
          <w:rFonts w:ascii="Times New Roman" w:hAnsi="Times New Roman" w:cs="Times New Roman"/>
          <w:sz w:val="28"/>
          <w:szCs w:val="28"/>
        </w:rPr>
      </w:pPr>
      <w:r w:rsidRPr="00B30AA9">
        <w:rPr>
          <w:rFonts w:ascii="Times New Roman" w:hAnsi="Times New Roman" w:cs="Times New Roman"/>
          <w:sz w:val="28"/>
          <w:szCs w:val="28"/>
        </w:rPr>
        <w:t>учитель  начальных классов</w:t>
      </w:r>
    </w:p>
    <w:p w:rsidR="001D2EA4" w:rsidRPr="00B30AA9" w:rsidRDefault="001D2EA4" w:rsidP="005079C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2EA4" w:rsidRDefault="001D2EA4" w:rsidP="005079C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2EA4" w:rsidRDefault="001D2EA4" w:rsidP="005079C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2EA4" w:rsidRDefault="001D2EA4" w:rsidP="005079C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2EA4" w:rsidRDefault="001D2EA4" w:rsidP="005079C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79C9">
        <w:rPr>
          <w:rFonts w:ascii="Times New Roman" w:hAnsi="Times New Roman" w:cs="Times New Roman"/>
          <w:sz w:val="28"/>
          <w:szCs w:val="28"/>
        </w:rPr>
        <w:t>МАДЖАЛИС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2EA4" w:rsidRPr="005079C9" w:rsidRDefault="001D2EA4" w:rsidP="005079C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79C9">
        <w:rPr>
          <w:rFonts w:ascii="Times New Roman" w:hAnsi="Times New Roman" w:cs="Times New Roman"/>
          <w:sz w:val="28"/>
          <w:szCs w:val="28"/>
        </w:rPr>
        <w:t xml:space="preserve">2018 </w:t>
      </w:r>
      <w:r>
        <w:rPr>
          <w:rFonts w:ascii="Times New Roman" w:hAnsi="Times New Roman" w:cs="Times New Roman"/>
          <w:sz w:val="28"/>
          <w:szCs w:val="28"/>
        </w:rPr>
        <w:t>«год»</w:t>
      </w:r>
    </w:p>
    <w:p w:rsidR="001D2EA4" w:rsidRDefault="001D2EA4" w:rsidP="00152521">
      <w:pPr>
        <w:rPr>
          <w:rFonts w:ascii="Times New Roman" w:hAnsi="Times New Roman" w:cs="Times New Roman"/>
          <w:sz w:val="24"/>
          <w:szCs w:val="24"/>
        </w:rPr>
      </w:pPr>
    </w:p>
    <w:p w:rsidR="001D2EA4" w:rsidRPr="00062BF2" w:rsidRDefault="001D2EA4" w:rsidP="00062B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2BF2">
        <w:rPr>
          <w:rFonts w:ascii="Times New Roman" w:hAnsi="Times New Roman" w:cs="Times New Roman"/>
          <w:sz w:val="28"/>
          <w:szCs w:val="28"/>
        </w:rPr>
        <w:t xml:space="preserve">Оглавление </w:t>
      </w:r>
    </w:p>
    <w:p w:rsidR="001D2EA4" w:rsidRPr="00062BF2" w:rsidRDefault="001D2EA4" w:rsidP="00062B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2BF2">
        <w:rPr>
          <w:rFonts w:ascii="Times New Roman" w:hAnsi="Times New Roman" w:cs="Times New Roman"/>
          <w:sz w:val="28"/>
          <w:szCs w:val="28"/>
          <w:lang w:eastAsia="ru-RU"/>
        </w:rPr>
        <w:t>Введение……………………………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.. </w:t>
      </w:r>
      <w:r w:rsidRPr="00062BF2">
        <w:rPr>
          <w:rFonts w:ascii="Times New Roman" w:hAnsi="Times New Roman" w:cs="Times New Roman"/>
          <w:sz w:val="28"/>
          <w:szCs w:val="28"/>
          <w:lang w:eastAsia="ru-RU"/>
        </w:rPr>
        <w:t>……………………………………………..</w:t>
      </w: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</w:p>
    <w:p w:rsidR="001D2EA4" w:rsidRDefault="001D2EA4" w:rsidP="00062B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2BF2">
        <w:rPr>
          <w:rFonts w:ascii="Times New Roman" w:hAnsi="Times New Roman" w:cs="Times New Roman"/>
          <w:sz w:val="28"/>
          <w:szCs w:val="28"/>
          <w:lang w:eastAsia="ru-RU"/>
        </w:rPr>
        <w:t>Основная часть…………………………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62BF2">
        <w:rPr>
          <w:rFonts w:ascii="Times New Roman" w:hAnsi="Times New Roman" w:cs="Times New Roman"/>
          <w:sz w:val="28"/>
          <w:szCs w:val="28"/>
          <w:lang w:eastAsia="ru-RU"/>
        </w:rPr>
        <w:t>……………………………………………</w:t>
      </w:r>
      <w:r>
        <w:rPr>
          <w:rFonts w:ascii="Times New Roman" w:hAnsi="Times New Roman" w:cs="Times New Roman"/>
          <w:sz w:val="28"/>
          <w:szCs w:val="28"/>
          <w:lang w:eastAsia="ru-RU"/>
        </w:rPr>
        <w:t>3-5</w:t>
      </w:r>
    </w:p>
    <w:p w:rsidR="001D2EA4" w:rsidRDefault="001D2EA4" w:rsidP="00062B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1.Краткая истории возникновения села………….………………………………….4</w:t>
      </w:r>
    </w:p>
    <w:p w:rsidR="001D2EA4" w:rsidRPr="00062BF2" w:rsidRDefault="001D2EA4" w:rsidP="00B450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2.Опаленные войной …………………………………………………………………4</w:t>
      </w:r>
    </w:p>
    <w:p w:rsidR="001D2EA4" w:rsidRPr="00062BF2" w:rsidRDefault="001D2EA4" w:rsidP="00B450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3.Под мирным небом …………………………………………………………………4-5</w:t>
      </w:r>
    </w:p>
    <w:p w:rsidR="001D2EA4" w:rsidRPr="00062BF2" w:rsidRDefault="001D2EA4" w:rsidP="00062B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2BF2">
        <w:rPr>
          <w:rFonts w:ascii="Times New Roman" w:hAnsi="Times New Roman" w:cs="Times New Roman"/>
          <w:sz w:val="28"/>
          <w:szCs w:val="28"/>
          <w:lang w:eastAsia="ru-RU"/>
        </w:rPr>
        <w:t>Заключение………………………………………………………………………</w:t>
      </w:r>
      <w:r>
        <w:rPr>
          <w:rFonts w:ascii="Times New Roman" w:hAnsi="Times New Roman" w:cs="Times New Roman"/>
          <w:sz w:val="28"/>
          <w:szCs w:val="28"/>
          <w:lang w:eastAsia="ru-RU"/>
        </w:rPr>
        <w:t>……5</w:t>
      </w:r>
    </w:p>
    <w:p w:rsidR="001D2EA4" w:rsidRPr="00062BF2" w:rsidRDefault="001D2EA4" w:rsidP="00062B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2BF2">
        <w:rPr>
          <w:rFonts w:ascii="Times New Roman" w:hAnsi="Times New Roman" w:cs="Times New Roman"/>
          <w:sz w:val="28"/>
          <w:szCs w:val="28"/>
          <w:lang w:eastAsia="ru-RU"/>
        </w:rPr>
        <w:t>Список литературы……………………………………………………………</w:t>
      </w:r>
      <w:r>
        <w:rPr>
          <w:rFonts w:ascii="Times New Roman" w:hAnsi="Times New Roman" w:cs="Times New Roman"/>
          <w:sz w:val="28"/>
          <w:szCs w:val="28"/>
          <w:lang w:eastAsia="ru-RU"/>
        </w:rPr>
        <w:t>…</w:t>
      </w:r>
      <w:r w:rsidRPr="00062BF2">
        <w:rPr>
          <w:rFonts w:ascii="Times New Roman" w:hAnsi="Times New Roman" w:cs="Times New Roman"/>
          <w:sz w:val="28"/>
          <w:szCs w:val="28"/>
          <w:lang w:eastAsia="ru-RU"/>
        </w:rPr>
        <w:t>……</w:t>
      </w: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</w:p>
    <w:p w:rsidR="001D2EA4" w:rsidRPr="00062BF2" w:rsidRDefault="001D2EA4" w:rsidP="00062B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2BF2">
        <w:rPr>
          <w:rFonts w:ascii="Times New Roman" w:hAnsi="Times New Roman" w:cs="Times New Roman"/>
          <w:sz w:val="28"/>
          <w:szCs w:val="28"/>
          <w:lang w:eastAsia="ru-RU"/>
        </w:rPr>
        <w:t>Приложение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1</w:t>
      </w:r>
      <w:r w:rsidRPr="00062BF2">
        <w:rPr>
          <w:rFonts w:ascii="Times New Roman" w:hAnsi="Times New Roman" w:cs="Times New Roman"/>
          <w:sz w:val="28"/>
          <w:szCs w:val="28"/>
          <w:lang w:eastAsia="ru-RU"/>
        </w:rPr>
        <w:t>……………………………………………………………………</w:t>
      </w:r>
      <w:r>
        <w:rPr>
          <w:rFonts w:ascii="Times New Roman" w:hAnsi="Times New Roman" w:cs="Times New Roman"/>
          <w:sz w:val="28"/>
          <w:szCs w:val="28"/>
          <w:lang w:eastAsia="ru-RU"/>
        </w:rPr>
        <w:t>.…</w:t>
      </w:r>
      <w:r w:rsidRPr="00062BF2">
        <w:rPr>
          <w:rFonts w:ascii="Times New Roman" w:hAnsi="Times New Roman" w:cs="Times New Roman"/>
          <w:sz w:val="28"/>
          <w:szCs w:val="28"/>
          <w:lang w:eastAsia="ru-RU"/>
        </w:rPr>
        <w:t>…</w:t>
      </w: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</w:p>
    <w:p w:rsidR="001D2EA4" w:rsidRPr="00062BF2" w:rsidRDefault="001D2EA4" w:rsidP="00186B5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2BF2">
        <w:rPr>
          <w:rFonts w:ascii="Times New Roman" w:hAnsi="Times New Roman" w:cs="Times New Roman"/>
          <w:sz w:val="28"/>
          <w:szCs w:val="28"/>
          <w:lang w:eastAsia="ru-RU"/>
        </w:rPr>
        <w:t>Приложение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2</w:t>
      </w:r>
      <w:r w:rsidRPr="00062BF2">
        <w:rPr>
          <w:rFonts w:ascii="Times New Roman" w:hAnsi="Times New Roman" w:cs="Times New Roman"/>
          <w:sz w:val="28"/>
          <w:szCs w:val="28"/>
          <w:lang w:eastAsia="ru-RU"/>
        </w:rPr>
        <w:t>……………………………………………………………………</w:t>
      </w:r>
      <w:r>
        <w:rPr>
          <w:rFonts w:ascii="Times New Roman" w:hAnsi="Times New Roman" w:cs="Times New Roman"/>
          <w:sz w:val="28"/>
          <w:szCs w:val="28"/>
          <w:lang w:eastAsia="ru-RU"/>
        </w:rPr>
        <w:t>….....5</w:t>
      </w:r>
    </w:p>
    <w:p w:rsidR="001D2EA4" w:rsidRPr="00062BF2" w:rsidRDefault="001D2EA4" w:rsidP="00062BF2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D2EA4" w:rsidRPr="00062BF2" w:rsidRDefault="001D2EA4" w:rsidP="00062BF2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D2EA4" w:rsidRDefault="001D2EA4" w:rsidP="00062BF2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D2EA4" w:rsidRPr="00062BF2" w:rsidRDefault="001D2EA4" w:rsidP="00062BF2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D2EA4" w:rsidRDefault="001D2EA4" w:rsidP="00062BF2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D2EA4" w:rsidRDefault="001D2EA4" w:rsidP="00062BF2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D2EA4" w:rsidRDefault="001D2EA4" w:rsidP="00062BF2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D2EA4" w:rsidRDefault="001D2EA4" w:rsidP="00062BF2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D2EA4" w:rsidRDefault="001D2EA4" w:rsidP="00062BF2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D2EA4" w:rsidRDefault="001D2EA4" w:rsidP="00062BF2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D2EA4" w:rsidRDefault="001D2EA4" w:rsidP="00062BF2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D2EA4" w:rsidRDefault="001D2EA4" w:rsidP="006A7A9F">
      <w:pPr>
        <w:ind w:firstLine="99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:rsidR="001D2EA4" w:rsidRPr="00062BF2" w:rsidRDefault="001D2EA4" w:rsidP="00B11A26">
      <w:pPr>
        <w:spacing w:after="0"/>
        <w:ind w:firstLine="990"/>
        <w:jc w:val="both"/>
        <w:rPr>
          <w:rFonts w:ascii="Times New Roman" w:hAnsi="Times New Roman" w:cs="Times New Roman"/>
          <w:sz w:val="28"/>
          <w:szCs w:val="28"/>
        </w:rPr>
      </w:pPr>
      <w:r w:rsidRPr="00062BF2">
        <w:rPr>
          <w:rFonts w:ascii="Times New Roman" w:hAnsi="Times New Roman" w:cs="Times New Roman"/>
          <w:sz w:val="28"/>
          <w:szCs w:val="28"/>
        </w:rPr>
        <w:t>Село Дарша образовалось в 1668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2BF2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62BF2">
        <w:rPr>
          <w:rFonts w:ascii="Times New Roman" w:hAnsi="Times New Roman" w:cs="Times New Roman"/>
          <w:sz w:val="28"/>
          <w:szCs w:val="28"/>
        </w:rPr>
        <w:t>, но это село уже не существует. В моей исследовательской работе я хочу передать, что хоть село и не сохранилось, но административная единица «даршинцы» не исчезло.</w:t>
      </w:r>
    </w:p>
    <w:p w:rsidR="001D2EA4" w:rsidRPr="00062BF2" w:rsidRDefault="001D2EA4" w:rsidP="00B11A26">
      <w:pPr>
        <w:spacing w:after="0"/>
        <w:ind w:firstLine="990"/>
        <w:jc w:val="both"/>
        <w:rPr>
          <w:rFonts w:ascii="Times New Roman" w:hAnsi="Times New Roman" w:cs="Times New Roman"/>
          <w:sz w:val="28"/>
          <w:szCs w:val="28"/>
        </w:rPr>
      </w:pPr>
      <w:r w:rsidRPr="00062BF2">
        <w:rPr>
          <w:rFonts w:ascii="Times New Roman" w:hAnsi="Times New Roman" w:cs="Times New Roman"/>
          <w:sz w:val="28"/>
          <w:szCs w:val="28"/>
        </w:rPr>
        <w:t>Хочу показать, что даргинская народность села Дарша сохранилась и сохранились традиции. Мною были исследованы представители- выходцы из села Дарша. Собрала группу родителей и детей представителей даршинского народа, расспрашивала, а так же провела интервью с поэтессой с. Дарша  Мирзаевой Патимат, с учительницей Султановой Патбике Кардашовной, со старожилом  Султановой Кистаман , снимала на видео, ездила по местам бывшего села Дарша с отцом. В настоящее время семьи сохранились чисто из представителей села Дарша, хоть и расселились по разным уголкам Дагестана.</w:t>
      </w:r>
    </w:p>
    <w:p w:rsidR="001D2EA4" w:rsidRPr="00062BF2" w:rsidRDefault="001D2EA4" w:rsidP="00B11A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1A26">
        <w:rPr>
          <w:rFonts w:ascii="Times New Roman" w:hAnsi="Times New Roman" w:cs="Times New Roman"/>
          <w:b/>
          <w:bCs/>
          <w:sz w:val="28"/>
          <w:szCs w:val="28"/>
        </w:rPr>
        <w:t>Тема моего исследования</w:t>
      </w:r>
      <w:r>
        <w:rPr>
          <w:rFonts w:ascii="Times New Roman" w:hAnsi="Times New Roman" w:cs="Times New Roman"/>
          <w:sz w:val="28"/>
          <w:szCs w:val="28"/>
        </w:rPr>
        <w:t xml:space="preserve">: «История моей малой родины - </w:t>
      </w:r>
      <w:r w:rsidRPr="00062BF2">
        <w:rPr>
          <w:rFonts w:ascii="Times New Roman" w:hAnsi="Times New Roman" w:cs="Times New Roman"/>
          <w:sz w:val="28"/>
          <w:szCs w:val="28"/>
        </w:rPr>
        <w:t>село Дарша»</w:t>
      </w:r>
    </w:p>
    <w:p w:rsidR="001D2EA4" w:rsidRPr="00062BF2" w:rsidRDefault="001D2EA4" w:rsidP="00B11A26">
      <w:pPr>
        <w:spacing w:after="0"/>
        <w:jc w:val="both"/>
        <w:rPr>
          <w:rStyle w:val="Emphasis"/>
          <w:rFonts w:ascii="Times New Roman" w:hAnsi="Times New Roman" w:cs="Times New Roman"/>
          <w:i w:val="0"/>
          <w:iCs w:val="0"/>
          <w:sz w:val="28"/>
          <w:szCs w:val="28"/>
        </w:rPr>
      </w:pPr>
      <w:r w:rsidRPr="00B11A2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Актуальность темы: </w:t>
      </w:r>
      <w:r w:rsidRPr="00062BF2">
        <w:rPr>
          <w:rFonts w:ascii="Times New Roman" w:hAnsi="Times New Roman" w:cs="Times New Roman"/>
          <w:sz w:val="28"/>
          <w:szCs w:val="28"/>
        </w:rPr>
        <w:t xml:space="preserve">У каждого человека есть свой любимый, родной уголочек. Чаще всего это место, где человек родился или провёл много времени, где промчалось его детство. Ведь именно с детством, но не с чем более, у большинства людей возникают самые яркие, нежные воспоминания. И сколько бы ни было лет человеку, он всегда будет помнить какие-то моменты  из своего детства, места, где они происходили, то есть в любимом селе. </w:t>
      </w:r>
    </w:p>
    <w:p w:rsidR="001D2EA4" w:rsidRPr="00062BF2" w:rsidRDefault="001D2EA4" w:rsidP="00B11A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1A26">
        <w:rPr>
          <w:rFonts w:ascii="Times New Roman" w:hAnsi="Times New Roman" w:cs="Times New Roman"/>
          <w:b/>
          <w:bCs/>
          <w:sz w:val="28"/>
          <w:szCs w:val="28"/>
        </w:rPr>
        <w:t>Цель моей работы: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2BF2">
        <w:rPr>
          <w:rFonts w:ascii="Times New Roman" w:hAnsi="Times New Roman" w:cs="Times New Roman"/>
          <w:sz w:val="28"/>
          <w:szCs w:val="28"/>
        </w:rPr>
        <w:t>Познакомиться с историей возникновения  села Дарша, с известными людьми села.</w:t>
      </w:r>
    </w:p>
    <w:p w:rsidR="001D2EA4" w:rsidRPr="00062BF2" w:rsidRDefault="001D2EA4" w:rsidP="00B11A2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1A2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Методы: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62BF2">
        <w:rPr>
          <w:rFonts w:ascii="Times New Roman" w:hAnsi="Times New Roman" w:cs="Times New Roman"/>
          <w:color w:val="000000"/>
          <w:sz w:val="28"/>
          <w:szCs w:val="28"/>
        </w:rPr>
        <w:t>изучение архивных материалов;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62BF2">
        <w:rPr>
          <w:rFonts w:ascii="Times New Roman" w:hAnsi="Times New Roman" w:cs="Times New Roman"/>
          <w:color w:val="000000"/>
          <w:sz w:val="28"/>
          <w:szCs w:val="28"/>
        </w:rPr>
        <w:t>рассказ об исчезнувшем селе Дарша из слов поэтессы  из села Дарша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62BF2">
        <w:rPr>
          <w:rFonts w:ascii="Times New Roman" w:hAnsi="Times New Roman" w:cs="Times New Roman"/>
          <w:color w:val="000000"/>
          <w:sz w:val="28"/>
          <w:szCs w:val="28"/>
        </w:rPr>
        <w:t>- Патимат Мирзаевой; беседы  с выходцами села Дарша;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62BF2">
        <w:rPr>
          <w:rFonts w:ascii="Times New Roman" w:hAnsi="Times New Roman" w:cs="Times New Roman"/>
          <w:color w:val="000000"/>
          <w:sz w:val="28"/>
          <w:szCs w:val="28"/>
        </w:rPr>
        <w:t xml:space="preserve"> беседа с пенсионерами- учителями;</w:t>
      </w:r>
      <w:r w:rsidRPr="00062BF2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062BF2">
        <w:rPr>
          <w:rFonts w:ascii="Times New Roman" w:hAnsi="Times New Roman" w:cs="Times New Roman"/>
          <w:color w:val="000000"/>
          <w:sz w:val="28"/>
          <w:szCs w:val="28"/>
        </w:rPr>
        <w:t> интервью, опрос; выезд  в село Дарша.</w:t>
      </w:r>
    </w:p>
    <w:p w:rsidR="001D2EA4" w:rsidRPr="00062BF2" w:rsidRDefault="001D2EA4" w:rsidP="00B11A2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1A2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Задачи:</w:t>
      </w:r>
      <w:r w:rsidRPr="00062BF2">
        <w:rPr>
          <w:rFonts w:ascii="Times New Roman" w:hAnsi="Times New Roman" w:cs="Times New Roman"/>
          <w:color w:val="000000"/>
          <w:sz w:val="28"/>
          <w:szCs w:val="28"/>
        </w:rPr>
        <w:t xml:space="preserve"> познакомить с историей села моих родителей и предков; воспитывать любовь к родному селу и выходцам села; умение видеть прекрасное, гордиться ими.</w:t>
      </w:r>
    </w:p>
    <w:p w:rsidR="001D2EA4" w:rsidRPr="00062BF2" w:rsidRDefault="001D2EA4" w:rsidP="00B11A26">
      <w:pPr>
        <w:spacing w:after="0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B11A26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Научная новизна </w:t>
      </w:r>
      <w:r w:rsidRPr="00062BF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состоит в том, что до этого момента никто из учащихся  не занимался систематизацией данных по выдающимся личностям аула. </w:t>
      </w:r>
      <w:r w:rsidRPr="00062BF2">
        <w:rPr>
          <w:rFonts w:ascii="Times New Roman" w:hAnsi="Times New Roman" w:cs="Times New Roman"/>
          <w:sz w:val="28"/>
          <w:szCs w:val="28"/>
        </w:rPr>
        <w:t>Новизна моей работы еще и в том, что  думаю, что результаты работы будут интересны всем моим сверстникам и тем, кто жил в селе Дарша.</w:t>
      </w:r>
      <w:r w:rsidRPr="00062BF2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:rsidR="001D2EA4" w:rsidRDefault="001D2EA4" w:rsidP="00B11A26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1D2EA4" w:rsidRPr="000D15D0" w:rsidRDefault="001D2EA4" w:rsidP="00B11A26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D15D0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Основная часть</w:t>
      </w:r>
    </w:p>
    <w:p w:rsidR="001D2EA4" w:rsidRDefault="001D2EA4" w:rsidP="000D15D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Pr="000D15D0">
        <w:rPr>
          <w:rFonts w:ascii="Times New Roman" w:hAnsi="Times New Roman" w:cs="Times New Roman"/>
          <w:b/>
          <w:bCs/>
          <w:sz w:val="28"/>
          <w:szCs w:val="28"/>
        </w:rPr>
        <w:t>Краткая история возникновения  села Дарша</w:t>
      </w:r>
    </w:p>
    <w:p w:rsidR="001D2EA4" w:rsidRPr="00062BF2" w:rsidRDefault="001D2EA4" w:rsidP="00062BF2">
      <w:pPr>
        <w:ind w:firstLine="880"/>
        <w:jc w:val="both"/>
        <w:rPr>
          <w:rFonts w:ascii="Times New Roman" w:hAnsi="Times New Roman" w:cs="Times New Roman"/>
          <w:sz w:val="28"/>
          <w:szCs w:val="28"/>
        </w:rPr>
      </w:pPr>
      <w:r w:rsidRPr="00062BF2">
        <w:rPr>
          <w:rFonts w:ascii="Times New Roman" w:hAnsi="Times New Roman" w:cs="Times New Roman"/>
          <w:sz w:val="28"/>
          <w:szCs w:val="28"/>
        </w:rPr>
        <w:t>Село Дарша возникло в 1668году. По преданию основателями с. Дарша являются азербайджанцы: три брата, одна сестра и их мама. Они были высланы из Куба- Хачмас за какую-то провинность. Как известно, на Кавказе раньше имел место обычай, когда провинившегося  высылали из селения решением джамаата. Братья пришли к Кайтагскому уцмию с просьбой разрешить им поселиться в данной местности. Считается, что эта семья и является основателями села Дарша. Название села Дарша образовалось от даргинского слова даршудеш-даршули «мир-мирно». Они жили мирно и общались с соседними селами Ираги, Ахмедкент, Чахдикна идругие. Соседи их так и называли «даршаганти», что в переводе с даргинского означает « мирные». В селе Дарша вначале проживало семь хозяйств. Постепенно село разрослось до 30-40 хозяйств. В 1969году  жительница села Дарша, Султанова  Ашура, после чистки печки от пепла, бросила его  во двор. Во дворе были стога сена, куда попал  пел и  загорелся огонь. Этот огонь разошелся по всей территории села, в результате чего сгорели  все близлежащие дома, сгорела скотина, куры, сараи, где были припасы на зиму. После этого люди села постепенно переселись на равнину в соседнее село Маджалис. В настоящее время нет села, бывшие жители из села хоть и расселились по разным местам, но семьи сохранились чисто из представителей села Дарша.</w:t>
      </w:r>
    </w:p>
    <w:p w:rsidR="001D2EA4" w:rsidRDefault="001D2EA4" w:rsidP="00062BF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D15D0">
        <w:rPr>
          <w:rFonts w:ascii="Times New Roman" w:hAnsi="Times New Roman" w:cs="Times New Roman"/>
          <w:b/>
          <w:bCs/>
          <w:sz w:val="28"/>
          <w:szCs w:val="28"/>
        </w:rPr>
        <w:t>2.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D15D0">
        <w:rPr>
          <w:rFonts w:ascii="Times New Roman" w:hAnsi="Times New Roman" w:cs="Times New Roman"/>
          <w:b/>
          <w:bCs/>
          <w:sz w:val="28"/>
          <w:szCs w:val="28"/>
        </w:rPr>
        <w:t>Опаленные войной</w:t>
      </w:r>
    </w:p>
    <w:p w:rsidR="001D2EA4" w:rsidRPr="00062BF2" w:rsidRDefault="001D2EA4" w:rsidP="00062BF2">
      <w:pPr>
        <w:ind w:firstLine="880"/>
        <w:jc w:val="both"/>
        <w:rPr>
          <w:rFonts w:ascii="Times New Roman" w:hAnsi="Times New Roman" w:cs="Times New Roman"/>
          <w:sz w:val="28"/>
          <w:szCs w:val="28"/>
        </w:rPr>
      </w:pPr>
      <w:r w:rsidRPr="00062BF2">
        <w:rPr>
          <w:rFonts w:ascii="Times New Roman" w:hAnsi="Times New Roman" w:cs="Times New Roman"/>
          <w:sz w:val="28"/>
          <w:szCs w:val="28"/>
        </w:rPr>
        <w:t>История небольшого  села Дарша неразрывными нитями связана с историей великой державы – России. Не обошла стороной его общая боль и трагедии, произошедшие в период борьбы с фашистскими оккупантами. За годы войны с немецкими захватчиками   21 жителей ушли добровольно на фронт, 11 отдали жизнь за Родину. 10 жителей вернулось,  найдены могилы двух жителей: одного похоронили в Волгограде, второго в Краснодаре, остальные пропали без вести.</w:t>
      </w:r>
    </w:p>
    <w:p w:rsidR="001D2EA4" w:rsidRDefault="001D2EA4" w:rsidP="006A7A9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D15D0">
        <w:rPr>
          <w:rFonts w:ascii="Times New Roman" w:hAnsi="Times New Roman" w:cs="Times New Roman"/>
          <w:b/>
          <w:bCs/>
          <w:sz w:val="28"/>
          <w:szCs w:val="28"/>
        </w:rPr>
        <w:t>3.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D15D0">
        <w:rPr>
          <w:rFonts w:ascii="Times New Roman" w:hAnsi="Times New Roman" w:cs="Times New Roman"/>
          <w:b/>
          <w:bCs/>
          <w:sz w:val="28"/>
          <w:szCs w:val="28"/>
        </w:rPr>
        <w:t>Под мирным небом</w:t>
      </w:r>
    </w:p>
    <w:p w:rsidR="001D2EA4" w:rsidRPr="00062BF2" w:rsidRDefault="001D2EA4" w:rsidP="00B11A26">
      <w:pPr>
        <w:spacing w:after="0"/>
        <w:ind w:firstLine="550"/>
        <w:jc w:val="both"/>
        <w:rPr>
          <w:rFonts w:ascii="Times New Roman" w:hAnsi="Times New Roman" w:cs="Times New Roman"/>
          <w:sz w:val="28"/>
          <w:szCs w:val="28"/>
        </w:rPr>
      </w:pPr>
      <w:r w:rsidRPr="00062BF2">
        <w:rPr>
          <w:rFonts w:ascii="Times New Roman" w:hAnsi="Times New Roman" w:cs="Times New Roman"/>
          <w:sz w:val="28"/>
          <w:szCs w:val="28"/>
        </w:rPr>
        <w:t>Люди, прожившие в селе Дарша, прославляют его во все времена. Они учились в школе, работали в разных отраслях, утверждали свои имена во благо великого  даргинского народа.</w:t>
      </w:r>
    </w:p>
    <w:p w:rsidR="001D2EA4" w:rsidRPr="00062BF2" w:rsidRDefault="001D2EA4" w:rsidP="00B11A26">
      <w:pPr>
        <w:spacing w:after="0"/>
        <w:ind w:firstLine="550"/>
        <w:jc w:val="both"/>
        <w:rPr>
          <w:rFonts w:ascii="Times New Roman" w:hAnsi="Times New Roman" w:cs="Times New Roman"/>
          <w:sz w:val="28"/>
          <w:szCs w:val="28"/>
        </w:rPr>
      </w:pPr>
      <w:r w:rsidRPr="00062BF2">
        <w:rPr>
          <w:rFonts w:ascii="Times New Roman" w:hAnsi="Times New Roman" w:cs="Times New Roman"/>
          <w:sz w:val="28"/>
          <w:szCs w:val="28"/>
        </w:rPr>
        <w:t>Тагир Ациев  награжден орденом Трудового Красного Знамени.</w:t>
      </w:r>
    </w:p>
    <w:p w:rsidR="001D2EA4" w:rsidRPr="00062BF2" w:rsidRDefault="001D2EA4" w:rsidP="00B11A26">
      <w:pPr>
        <w:spacing w:after="0"/>
        <w:ind w:firstLine="550"/>
        <w:jc w:val="both"/>
        <w:rPr>
          <w:rFonts w:ascii="Times New Roman" w:hAnsi="Times New Roman" w:cs="Times New Roman"/>
          <w:sz w:val="28"/>
          <w:szCs w:val="28"/>
        </w:rPr>
      </w:pPr>
      <w:r w:rsidRPr="00062BF2">
        <w:rPr>
          <w:rFonts w:ascii="Times New Roman" w:hAnsi="Times New Roman" w:cs="Times New Roman"/>
          <w:sz w:val="28"/>
          <w:szCs w:val="28"/>
        </w:rPr>
        <w:t>Халимбек Шапиевич Мирзаев  награжден медалью «За доблестный труд».</w:t>
      </w:r>
    </w:p>
    <w:p w:rsidR="001D2EA4" w:rsidRPr="006A7A9F" w:rsidRDefault="001D2EA4" w:rsidP="00B11A26">
      <w:pPr>
        <w:spacing w:after="0"/>
        <w:ind w:firstLine="550"/>
        <w:jc w:val="both"/>
        <w:rPr>
          <w:rFonts w:ascii="Times New Roman" w:hAnsi="Times New Roman" w:cs="Times New Roman"/>
          <w:sz w:val="28"/>
          <w:szCs w:val="28"/>
        </w:rPr>
      </w:pPr>
      <w:r w:rsidRPr="006A7A9F">
        <w:rPr>
          <w:rFonts w:ascii="Times New Roman" w:hAnsi="Times New Roman" w:cs="Times New Roman"/>
          <w:sz w:val="28"/>
          <w:szCs w:val="28"/>
        </w:rPr>
        <w:t xml:space="preserve">Абдулкадыр Сайдуллаевич Абдулкадыров Заслуженный работник сельского хозяйства.     </w:t>
      </w:r>
    </w:p>
    <w:p w:rsidR="001D2EA4" w:rsidRPr="006A7A9F" w:rsidRDefault="001D2EA4" w:rsidP="00B11A26">
      <w:pPr>
        <w:spacing w:after="0"/>
        <w:ind w:firstLine="550"/>
        <w:jc w:val="both"/>
        <w:rPr>
          <w:rFonts w:ascii="Times New Roman" w:hAnsi="Times New Roman" w:cs="Times New Roman"/>
          <w:sz w:val="28"/>
          <w:szCs w:val="28"/>
        </w:rPr>
      </w:pPr>
      <w:r w:rsidRPr="006A7A9F">
        <w:rPr>
          <w:rFonts w:ascii="Times New Roman" w:hAnsi="Times New Roman" w:cs="Times New Roman"/>
          <w:sz w:val="28"/>
          <w:szCs w:val="28"/>
        </w:rPr>
        <w:t>Хапсат Сайдуллаевна Абдулкадырова</w:t>
      </w:r>
      <w:r w:rsidRPr="006A7A9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6A7A9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A7A9F">
        <w:rPr>
          <w:rFonts w:ascii="Times New Roman" w:hAnsi="Times New Roman" w:cs="Times New Roman"/>
          <w:sz w:val="28"/>
          <w:szCs w:val="28"/>
        </w:rPr>
        <w:t>кандидат физико-математических наук. Работает в США.</w:t>
      </w:r>
    </w:p>
    <w:p w:rsidR="001D2EA4" w:rsidRPr="006A7A9F" w:rsidRDefault="001D2EA4" w:rsidP="00B11A26">
      <w:pPr>
        <w:pStyle w:val="BodyText"/>
        <w:shd w:val="clear" w:color="auto" w:fill="auto"/>
        <w:spacing w:before="0" w:after="0" w:line="360" w:lineRule="auto"/>
        <w:ind w:firstLine="550"/>
        <w:rPr>
          <w:sz w:val="28"/>
          <w:szCs w:val="28"/>
        </w:rPr>
      </w:pPr>
      <w:r w:rsidRPr="006A7A9F">
        <w:rPr>
          <w:sz w:val="28"/>
          <w:szCs w:val="28"/>
        </w:rPr>
        <w:t>Гусен Эльдерханович Абдурагимов</w:t>
      </w:r>
      <w:r w:rsidRPr="006A7A9F">
        <w:rPr>
          <w:i/>
          <w:iCs/>
          <w:sz w:val="28"/>
          <w:szCs w:val="28"/>
        </w:rPr>
        <w:t xml:space="preserve"> </w:t>
      </w:r>
      <w:r w:rsidRPr="006A7A9F">
        <w:rPr>
          <w:sz w:val="28"/>
          <w:szCs w:val="28"/>
        </w:rPr>
        <w:t>кандидат физико-математических наук, доцент ДГУ.</w:t>
      </w:r>
    </w:p>
    <w:p w:rsidR="001D2EA4" w:rsidRPr="00480D05" w:rsidRDefault="001D2EA4" w:rsidP="00B11A26">
      <w:pPr>
        <w:pStyle w:val="BodyText"/>
        <w:shd w:val="clear" w:color="auto" w:fill="auto"/>
        <w:spacing w:before="0" w:after="0" w:line="360" w:lineRule="auto"/>
        <w:ind w:firstLine="550"/>
        <w:rPr>
          <w:sz w:val="28"/>
          <w:szCs w:val="28"/>
        </w:rPr>
      </w:pPr>
      <w:r w:rsidRPr="0059044C">
        <w:rPr>
          <w:sz w:val="28"/>
          <w:szCs w:val="28"/>
        </w:rPr>
        <w:t>Ашурбек Булатович Зубаилов</w:t>
      </w:r>
      <w:r w:rsidRPr="000D15D0">
        <w:rPr>
          <w:i/>
          <w:iCs/>
          <w:sz w:val="28"/>
          <w:szCs w:val="28"/>
        </w:rPr>
        <w:t xml:space="preserve"> </w:t>
      </w:r>
      <w:r w:rsidRPr="000D15D0">
        <w:rPr>
          <w:sz w:val="28"/>
          <w:szCs w:val="28"/>
        </w:rPr>
        <w:t xml:space="preserve"> Заслуженный врач РД; врач высшей категории.</w:t>
      </w:r>
      <w:bookmarkStart w:id="0" w:name="bookmark0"/>
    </w:p>
    <w:bookmarkEnd w:id="0"/>
    <w:p w:rsidR="001D2EA4" w:rsidRPr="004E25BD" w:rsidRDefault="001D2EA4" w:rsidP="00B11A26">
      <w:pPr>
        <w:spacing w:after="0"/>
        <w:ind w:firstLine="550"/>
        <w:jc w:val="both"/>
        <w:rPr>
          <w:rFonts w:ascii="Times New Roman" w:hAnsi="Times New Roman" w:cs="Times New Roman"/>
          <w:sz w:val="28"/>
          <w:szCs w:val="28"/>
        </w:rPr>
      </w:pPr>
      <w:r w:rsidRPr="004E25BD">
        <w:rPr>
          <w:rFonts w:ascii="Times New Roman" w:hAnsi="Times New Roman" w:cs="Times New Roman"/>
          <w:sz w:val="28"/>
          <w:szCs w:val="28"/>
        </w:rPr>
        <w:t>Айзанат Муталиповна Муталипова первая учительница в селе  Дарша.</w:t>
      </w:r>
    </w:p>
    <w:p w:rsidR="001D2EA4" w:rsidRPr="004E25BD" w:rsidRDefault="001D2EA4" w:rsidP="00B11A26">
      <w:pPr>
        <w:spacing w:after="0"/>
        <w:ind w:firstLine="550"/>
        <w:jc w:val="both"/>
        <w:rPr>
          <w:rFonts w:ascii="Times New Roman" w:hAnsi="Times New Roman" w:cs="Times New Roman"/>
          <w:sz w:val="28"/>
          <w:szCs w:val="28"/>
        </w:rPr>
      </w:pPr>
      <w:r w:rsidRPr="004E25BD">
        <w:rPr>
          <w:rFonts w:ascii="Times New Roman" w:hAnsi="Times New Roman" w:cs="Times New Roman"/>
          <w:sz w:val="28"/>
          <w:szCs w:val="28"/>
        </w:rPr>
        <w:t>Айзанат Муталиповна Шахбанова  учительница гимназии №4 г. Махачкалы; Награждена медалью « За доблестный труд».</w:t>
      </w:r>
    </w:p>
    <w:p w:rsidR="001D2EA4" w:rsidRPr="004E25BD" w:rsidRDefault="001D2EA4" w:rsidP="00B11A26">
      <w:pPr>
        <w:spacing w:after="0"/>
        <w:ind w:firstLine="550"/>
        <w:jc w:val="both"/>
        <w:rPr>
          <w:rFonts w:ascii="Times New Roman" w:hAnsi="Times New Roman" w:cs="Times New Roman"/>
          <w:sz w:val="28"/>
          <w:szCs w:val="28"/>
        </w:rPr>
      </w:pPr>
      <w:r w:rsidRPr="004E25BD">
        <w:rPr>
          <w:rFonts w:ascii="Times New Roman" w:hAnsi="Times New Roman" w:cs="Times New Roman"/>
          <w:sz w:val="28"/>
          <w:szCs w:val="28"/>
        </w:rPr>
        <w:t>Патбика Кардашевна Султанова  учитель родного языка и литературы  МСО школы им.Э.Д. Темирханова;</w:t>
      </w:r>
      <w:bookmarkStart w:id="1" w:name="bookmark1"/>
      <w:r w:rsidRPr="004E25BD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1"/>
    <w:p w:rsidR="001D2EA4" w:rsidRPr="004E25BD" w:rsidRDefault="001D2EA4" w:rsidP="00B11A26">
      <w:pPr>
        <w:spacing w:after="0"/>
        <w:ind w:firstLine="550"/>
        <w:jc w:val="both"/>
        <w:rPr>
          <w:rFonts w:ascii="Times New Roman" w:hAnsi="Times New Roman" w:cs="Times New Roman"/>
          <w:sz w:val="28"/>
          <w:szCs w:val="28"/>
        </w:rPr>
      </w:pPr>
      <w:r w:rsidRPr="004E25BD">
        <w:rPr>
          <w:rFonts w:ascii="Times New Roman" w:hAnsi="Times New Roman" w:cs="Times New Roman"/>
          <w:sz w:val="28"/>
          <w:szCs w:val="28"/>
        </w:rPr>
        <w:t>Мурад Габибович Абдурагимов  Заслуженный деятель культуры РД.</w:t>
      </w:r>
    </w:p>
    <w:p w:rsidR="001D2EA4" w:rsidRPr="004E25BD" w:rsidRDefault="001D2EA4" w:rsidP="00B11A26">
      <w:pPr>
        <w:spacing w:after="0"/>
        <w:ind w:firstLine="550"/>
        <w:jc w:val="both"/>
        <w:rPr>
          <w:rFonts w:ascii="Times New Roman" w:hAnsi="Times New Roman" w:cs="Times New Roman"/>
          <w:sz w:val="28"/>
          <w:szCs w:val="28"/>
        </w:rPr>
      </w:pPr>
      <w:r w:rsidRPr="004E25BD">
        <w:rPr>
          <w:rFonts w:ascii="Times New Roman" w:hAnsi="Times New Roman" w:cs="Times New Roman"/>
          <w:sz w:val="28"/>
          <w:szCs w:val="28"/>
        </w:rPr>
        <w:t>Патимат Мирзаева   поэтесса, член Союза писателей; автор поэтических сборников:</w:t>
      </w:r>
    </w:p>
    <w:p w:rsidR="001D2EA4" w:rsidRPr="004E25BD" w:rsidRDefault="001D2EA4" w:rsidP="00B11A26">
      <w:pPr>
        <w:spacing w:after="0"/>
        <w:ind w:firstLine="550"/>
        <w:jc w:val="both"/>
        <w:rPr>
          <w:rFonts w:ascii="Times New Roman" w:hAnsi="Times New Roman" w:cs="Times New Roman"/>
          <w:sz w:val="28"/>
          <w:szCs w:val="28"/>
        </w:rPr>
      </w:pPr>
      <w:r w:rsidRPr="004E25BD">
        <w:rPr>
          <w:rFonts w:ascii="Times New Roman" w:hAnsi="Times New Roman" w:cs="Times New Roman"/>
          <w:sz w:val="28"/>
          <w:szCs w:val="28"/>
        </w:rPr>
        <w:t>Гасан Исрапилович Абдурагимов  член Союза художников России, Заслуженный художник РД.</w:t>
      </w:r>
    </w:p>
    <w:p w:rsidR="001D2EA4" w:rsidRPr="004E25BD" w:rsidRDefault="001D2EA4" w:rsidP="00B11A26">
      <w:pPr>
        <w:spacing w:after="0"/>
        <w:ind w:firstLine="550"/>
        <w:rPr>
          <w:rFonts w:ascii="Times New Roman" w:hAnsi="Times New Roman" w:cs="Times New Roman"/>
          <w:sz w:val="28"/>
          <w:szCs w:val="28"/>
        </w:rPr>
      </w:pPr>
      <w:r w:rsidRPr="004E25BD">
        <w:rPr>
          <w:rFonts w:ascii="Times New Roman" w:hAnsi="Times New Roman" w:cs="Times New Roman"/>
          <w:sz w:val="28"/>
          <w:szCs w:val="28"/>
        </w:rPr>
        <w:t>Абдулкадыр Сайдуллаевич Абдулкадыров   Заслуженный работник сельского хозяйства.</w:t>
      </w:r>
    </w:p>
    <w:p w:rsidR="001D2EA4" w:rsidRPr="004E25BD" w:rsidRDefault="001D2EA4" w:rsidP="00B11A26">
      <w:pPr>
        <w:spacing w:after="0"/>
        <w:ind w:firstLine="550"/>
        <w:rPr>
          <w:rFonts w:ascii="Times New Roman" w:hAnsi="Times New Roman" w:cs="Times New Roman"/>
          <w:sz w:val="28"/>
          <w:szCs w:val="28"/>
        </w:rPr>
      </w:pPr>
      <w:r w:rsidRPr="004E25BD">
        <w:rPr>
          <w:rFonts w:ascii="Times New Roman" w:hAnsi="Times New Roman" w:cs="Times New Roman"/>
          <w:sz w:val="28"/>
          <w:szCs w:val="28"/>
        </w:rPr>
        <w:t>Магомед Даудович Даудов   Заслуженный строитель РД.</w:t>
      </w:r>
    </w:p>
    <w:p w:rsidR="001D2EA4" w:rsidRPr="004E25BD" w:rsidRDefault="001D2EA4" w:rsidP="00B11A26">
      <w:pPr>
        <w:spacing w:after="0"/>
        <w:ind w:firstLine="550"/>
        <w:rPr>
          <w:rFonts w:ascii="Times New Roman" w:hAnsi="Times New Roman" w:cs="Times New Roman"/>
          <w:sz w:val="28"/>
          <w:szCs w:val="28"/>
        </w:rPr>
      </w:pPr>
      <w:r w:rsidRPr="004E25BD">
        <w:rPr>
          <w:rFonts w:ascii="Times New Roman" w:hAnsi="Times New Roman" w:cs="Times New Roman"/>
          <w:sz w:val="28"/>
          <w:szCs w:val="28"/>
        </w:rPr>
        <w:t>Мурад Тагирович Ациев  Заслуженный строитель РФ.</w:t>
      </w:r>
    </w:p>
    <w:p w:rsidR="001D2EA4" w:rsidRPr="004E25BD" w:rsidRDefault="001D2EA4" w:rsidP="00B11A26">
      <w:pPr>
        <w:spacing w:after="0"/>
        <w:ind w:firstLine="550"/>
        <w:rPr>
          <w:rFonts w:ascii="Times New Roman" w:hAnsi="Times New Roman" w:cs="Times New Roman"/>
          <w:sz w:val="28"/>
          <w:szCs w:val="28"/>
        </w:rPr>
      </w:pPr>
      <w:r w:rsidRPr="004E25BD">
        <w:rPr>
          <w:rFonts w:ascii="Times New Roman" w:hAnsi="Times New Roman" w:cs="Times New Roman"/>
          <w:sz w:val="28"/>
          <w:szCs w:val="28"/>
        </w:rPr>
        <w:t xml:space="preserve">Сайлулла Магомедгаджиевич Магомедов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E25BD">
        <w:rPr>
          <w:rFonts w:ascii="Times New Roman" w:hAnsi="Times New Roman" w:cs="Times New Roman"/>
          <w:sz w:val="28"/>
          <w:szCs w:val="28"/>
        </w:rPr>
        <w:t xml:space="preserve"> подполковник ФСБ РД.  </w:t>
      </w:r>
    </w:p>
    <w:p w:rsidR="001D2EA4" w:rsidRDefault="001D2EA4" w:rsidP="00B11A26">
      <w:pPr>
        <w:spacing w:after="0"/>
        <w:ind w:firstLine="550"/>
        <w:jc w:val="both"/>
        <w:rPr>
          <w:rFonts w:ascii="Times New Roman" w:hAnsi="Times New Roman" w:cs="Times New Roman"/>
          <w:sz w:val="28"/>
          <w:szCs w:val="28"/>
        </w:rPr>
      </w:pPr>
      <w:r w:rsidRPr="004E25BD">
        <w:rPr>
          <w:rFonts w:ascii="Times New Roman" w:hAnsi="Times New Roman" w:cs="Times New Roman"/>
          <w:sz w:val="28"/>
          <w:szCs w:val="28"/>
        </w:rPr>
        <w:t xml:space="preserve">Село Дарша еще славиться своими долгожителями: </w:t>
      </w:r>
    </w:p>
    <w:p w:rsidR="001D2EA4" w:rsidRPr="004E25BD" w:rsidRDefault="001D2EA4" w:rsidP="00B11A26">
      <w:pPr>
        <w:spacing w:after="0"/>
        <w:ind w:firstLine="5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</w:t>
      </w:r>
      <w:r w:rsidRPr="004E25BD">
        <w:rPr>
          <w:rFonts w:ascii="Times New Roman" w:hAnsi="Times New Roman" w:cs="Times New Roman"/>
          <w:sz w:val="28"/>
          <w:szCs w:val="28"/>
        </w:rPr>
        <w:t>супан Чупанов - 100лет,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25BD">
        <w:rPr>
          <w:rFonts w:ascii="Times New Roman" w:hAnsi="Times New Roman" w:cs="Times New Roman"/>
          <w:sz w:val="28"/>
          <w:szCs w:val="28"/>
        </w:rPr>
        <w:t xml:space="preserve">Рукият Азаева -89лет,  Мимбулат Сеперов - 80лет, </w:t>
      </w:r>
      <w:r>
        <w:rPr>
          <w:rFonts w:ascii="Times New Roman" w:hAnsi="Times New Roman" w:cs="Times New Roman"/>
          <w:sz w:val="28"/>
          <w:szCs w:val="28"/>
        </w:rPr>
        <w:t xml:space="preserve">и другие. </w:t>
      </w:r>
      <w:r w:rsidRPr="004E25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2EA4" w:rsidRDefault="001D2EA4" w:rsidP="000032D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25BD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:rsidR="001D2EA4" w:rsidRPr="004E25BD" w:rsidRDefault="001D2EA4" w:rsidP="006A7A9F">
      <w:pPr>
        <w:spacing w:after="0"/>
        <w:ind w:firstLine="880"/>
        <w:jc w:val="both"/>
        <w:rPr>
          <w:rFonts w:ascii="Times New Roman" w:hAnsi="Times New Roman" w:cs="Times New Roman"/>
          <w:sz w:val="28"/>
          <w:szCs w:val="28"/>
        </w:rPr>
      </w:pPr>
      <w:r w:rsidRPr="004E25BD">
        <w:rPr>
          <w:rFonts w:ascii="Times New Roman" w:hAnsi="Times New Roman" w:cs="Times New Roman"/>
          <w:sz w:val="28"/>
          <w:szCs w:val="28"/>
        </w:rPr>
        <w:t>Моё исследование, к сожалению, ограничено рамками объема работы и временем, поэтому много материала  пришлось сократить и не было возможности  для большего сбора информации. Однако цель, поставленная в работе, достигнута.   В дальнейшем я продолжу работу над этой темой. Мне бы хотелось создать электронную энциклопедию об известных людях села. В ходе своей исследовательской работы я выяснила, что наше село Дарша, хоть и сейчас не существует как административная единица, но его выходцы прославили многие замечательные люди, на которых  можно равняться. В настоящее время 127 хозяйств даршинцев проживает по всей республике Дагестан.</w:t>
      </w:r>
    </w:p>
    <w:p w:rsidR="001D2EA4" w:rsidRPr="004E25BD" w:rsidRDefault="001D2EA4" w:rsidP="006A7A9F">
      <w:pPr>
        <w:spacing w:after="0"/>
        <w:ind w:firstLine="880"/>
        <w:jc w:val="both"/>
        <w:rPr>
          <w:rFonts w:ascii="Times New Roman" w:hAnsi="Times New Roman" w:cs="Times New Roman"/>
          <w:sz w:val="28"/>
          <w:szCs w:val="28"/>
        </w:rPr>
      </w:pPr>
      <w:r w:rsidRPr="004E25BD">
        <w:rPr>
          <w:rFonts w:ascii="Times New Roman" w:hAnsi="Times New Roman" w:cs="Times New Roman"/>
          <w:sz w:val="28"/>
          <w:szCs w:val="28"/>
        </w:rPr>
        <w:t>Мне бы хотелось, чтобы моя работа была использована и на уроках окружающего мира, и истории Дагестана, и в работе школьного музея разных школ.</w:t>
      </w:r>
    </w:p>
    <w:p w:rsidR="001D2EA4" w:rsidRDefault="001D2EA4" w:rsidP="00B11A26">
      <w:pPr>
        <w:spacing w:after="0"/>
        <w:rPr>
          <w:rFonts w:ascii="Times New Roman" w:hAnsi="Times New Roman" w:cs="Times New Roman"/>
        </w:rPr>
      </w:pPr>
    </w:p>
    <w:p w:rsidR="001D2EA4" w:rsidRPr="00B11A26" w:rsidRDefault="001D2EA4" w:rsidP="00B11A26">
      <w:pPr>
        <w:spacing w:after="0"/>
        <w:rPr>
          <w:rFonts w:ascii="Times New Roman" w:hAnsi="Times New Roman" w:cs="Times New Roman"/>
          <w:b/>
          <w:bCs/>
          <w:lang w:val="tt-RU"/>
        </w:rPr>
      </w:pPr>
      <w:r w:rsidRPr="00B11A26">
        <w:rPr>
          <w:rFonts w:ascii="Times New Roman" w:hAnsi="Times New Roman" w:cs="Times New Roman"/>
          <w:b/>
          <w:bCs/>
          <w:sz w:val="32"/>
          <w:szCs w:val="32"/>
        </w:rPr>
        <w:t>Список использованного материала и литературы</w:t>
      </w:r>
    </w:p>
    <w:p w:rsidR="001D2EA4" w:rsidRDefault="001D2EA4" w:rsidP="004E25BD">
      <w:pPr>
        <w:numPr>
          <w:ilvl w:val="0"/>
          <w:numId w:val="5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E25BD">
        <w:rPr>
          <w:rFonts w:ascii="Times New Roman" w:hAnsi="Times New Roman" w:cs="Times New Roman"/>
          <w:sz w:val="28"/>
          <w:szCs w:val="28"/>
        </w:rPr>
        <w:t>Газетные и журнальные материалы</w:t>
      </w:r>
    </w:p>
    <w:p w:rsidR="001D2EA4" w:rsidRDefault="001D2EA4" w:rsidP="004E25BD">
      <w:pPr>
        <w:numPr>
          <w:ilvl w:val="0"/>
          <w:numId w:val="5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E25BD">
        <w:rPr>
          <w:rFonts w:ascii="Times New Roman" w:hAnsi="Times New Roman" w:cs="Times New Roman"/>
          <w:sz w:val="28"/>
          <w:szCs w:val="28"/>
        </w:rPr>
        <w:t xml:space="preserve">П.Ю. Мирзаева Интервью поэтессы  села Дарша </w:t>
      </w:r>
    </w:p>
    <w:p w:rsidR="001D2EA4" w:rsidRPr="004E25BD" w:rsidRDefault="001D2EA4" w:rsidP="004E25BD">
      <w:pPr>
        <w:numPr>
          <w:ilvl w:val="0"/>
          <w:numId w:val="5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E25BD">
        <w:rPr>
          <w:rFonts w:ascii="Times New Roman" w:hAnsi="Times New Roman" w:cs="Times New Roman"/>
          <w:sz w:val="28"/>
          <w:szCs w:val="28"/>
        </w:rPr>
        <w:t>У.М.</w:t>
      </w:r>
      <w:r>
        <w:rPr>
          <w:rFonts w:ascii="Times New Roman" w:hAnsi="Times New Roman" w:cs="Times New Roman"/>
          <w:sz w:val="28"/>
          <w:szCs w:val="28"/>
        </w:rPr>
        <w:t xml:space="preserve"> Гасанова Книга «</w:t>
      </w:r>
      <w:r w:rsidRPr="004E25BD">
        <w:rPr>
          <w:rFonts w:ascii="Times New Roman" w:hAnsi="Times New Roman" w:cs="Times New Roman"/>
          <w:sz w:val="28"/>
          <w:szCs w:val="28"/>
        </w:rPr>
        <w:t>Кайтаг и кайтагцы»  М., 2017</w:t>
      </w:r>
    </w:p>
    <w:p w:rsidR="001D2EA4" w:rsidRPr="00B11A26" w:rsidRDefault="001D2EA4" w:rsidP="00B11A26">
      <w:pPr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r w:rsidRPr="00B11A26">
        <w:rPr>
          <w:rFonts w:ascii="Times New Roman" w:hAnsi="Times New Roman" w:cs="Times New Roman"/>
          <w:sz w:val="28"/>
          <w:szCs w:val="28"/>
          <w:lang w:val="tt-RU"/>
        </w:rPr>
        <w:t>Приложение</w:t>
      </w:r>
      <w:r>
        <w:rPr>
          <w:rFonts w:ascii="Times New Roman" w:hAnsi="Times New Roman" w:cs="Times New Roman"/>
          <w:sz w:val="28"/>
          <w:szCs w:val="28"/>
          <w:lang w:val="tt-RU"/>
        </w:rPr>
        <w:t>№</w:t>
      </w:r>
      <w:r w:rsidRPr="00B4509E">
        <w:rPr>
          <w:rFonts w:ascii="Times New Roman" w:hAnsi="Times New Roman" w:cs="Times New Roman"/>
          <w:kern w:val="36"/>
          <w:sz w:val="28"/>
          <w:szCs w:val="28"/>
        </w:rPr>
        <w:t>1</w:t>
      </w:r>
      <w:r>
        <w:rPr>
          <w:rFonts w:ascii="Times New Roman" w:hAnsi="Times New Roman" w:cs="Times New Roman"/>
          <w:b/>
          <w:bCs/>
          <w:kern w:val="36"/>
          <w:sz w:val="28"/>
          <w:szCs w:val="28"/>
        </w:rPr>
        <w:t xml:space="preserve">: </w:t>
      </w:r>
      <w:r w:rsidRPr="00B11A26">
        <w:rPr>
          <w:rFonts w:ascii="Times New Roman" w:hAnsi="Times New Roman" w:cs="Times New Roman"/>
          <w:b/>
          <w:bCs/>
          <w:kern w:val="36"/>
          <w:sz w:val="28"/>
          <w:szCs w:val="28"/>
        </w:rPr>
        <w:t>Видео</w:t>
      </w:r>
      <w:r>
        <w:rPr>
          <w:rFonts w:ascii="Times New Roman" w:hAnsi="Times New Roman" w:cs="Times New Roman"/>
          <w:b/>
          <w:bCs/>
          <w:kern w:val="36"/>
          <w:sz w:val="28"/>
          <w:szCs w:val="28"/>
        </w:rPr>
        <w:t xml:space="preserve"> </w:t>
      </w:r>
      <w:r w:rsidRPr="00B11A26">
        <w:rPr>
          <w:rFonts w:ascii="Times New Roman" w:hAnsi="Times New Roman" w:cs="Times New Roman"/>
          <w:b/>
          <w:bCs/>
          <w:kern w:val="36"/>
          <w:sz w:val="28"/>
          <w:szCs w:val="28"/>
        </w:rPr>
        <w:t>презентация «Дарша»</w:t>
      </w:r>
    </w:p>
    <w:p w:rsidR="001D2EA4" w:rsidRPr="00B11A26" w:rsidRDefault="001D2EA4" w:rsidP="00B11A26">
      <w:pPr>
        <w:rPr>
          <w:rFonts w:ascii="Times New Roman" w:hAnsi="Times New Roman" w:cs="Times New Roman"/>
          <w:sz w:val="28"/>
          <w:szCs w:val="28"/>
        </w:rPr>
      </w:pPr>
      <w:r w:rsidRPr="00B11A26">
        <w:rPr>
          <w:rFonts w:ascii="Times New Roman" w:hAnsi="Times New Roman" w:cs="Times New Roman"/>
          <w:sz w:val="28"/>
          <w:szCs w:val="28"/>
          <w:lang w:val="tt-RU"/>
        </w:rPr>
        <w:t>Приложение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№2: </w:t>
      </w:r>
      <w:r w:rsidRPr="00B11A26">
        <w:rPr>
          <w:rFonts w:ascii="Times New Roman" w:hAnsi="Times New Roman" w:cs="Times New Roman"/>
          <w:b/>
          <w:bCs/>
          <w:kern w:val="36"/>
          <w:sz w:val="28"/>
          <w:szCs w:val="28"/>
        </w:rPr>
        <w:t xml:space="preserve"> </w:t>
      </w:r>
      <w:r w:rsidRPr="00B11A26">
        <w:rPr>
          <w:rFonts w:ascii="Times New Roman" w:hAnsi="Times New Roman" w:cs="Times New Roman"/>
          <w:sz w:val="28"/>
          <w:szCs w:val="28"/>
        </w:rPr>
        <w:t xml:space="preserve">Фото презентация (слайды) </w:t>
      </w:r>
    </w:p>
    <w:p w:rsidR="001D2EA4" w:rsidRPr="00B11A26" w:rsidRDefault="001D2EA4" w:rsidP="00B11A26">
      <w:pPr>
        <w:rPr>
          <w:rFonts w:ascii="Times New Roman" w:hAnsi="Times New Roman" w:cs="Times New Roman"/>
          <w:b/>
          <w:bCs/>
          <w:sz w:val="28"/>
          <w:szCs w:val="28"/>
        </w:rPr>
      </w:pPr>
    </w:p>
    <w:sectPr w:rsidR="001D2EA4" w:rsidRPr="00B11A26" w:rsidSect="005079C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851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2EA4" w:rsidRDefault="001D2EA4" w:rsidP="000A4286">
      <w:pPr>
        <w:spacing w:after="0" w:line="240" w:lineRule="auto"/>
      </w:pPr>
      <w:r>
        <w:separator/>
      </w:r>
    </w:p>
  </w:endnote>
  <w:endnote w:type="continuationSeparator" w:id="1">
    <w:p w:rsidR="001D2EA4" w:rsidRDefault="001D2EA4" w:rsidP="000A42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EA4" w:rsidRDefault="001D2EA4">
    <w:pPr>
      <w:pStyle w:val="Footer"/>
      <w:jc w:val="center"/>
    </w:pPr>
    <w:fldSimple w:instr=" PAGE   \* MERGEFORMAT ">
      <w:r>
        <w:rPr>
          <w:noProof/>
        </w:rPr>
        <w:t>5</w:t>
      </w:r>
    </w:fldSimple>
  </w:p>
  <w:p w:rsidR="001D2EA4" w:rsidRDefault="001D2EA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EA4" w:rsidRDefault="001D2EA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2EA4" w:rsidRDefault="001D2EA4" w:rsidP="000A4286">
      <w:pPr>
        <w:spacing w:after="0" w:line="240" w:lineRule="auto"/>
      </w:pPr>
      <w:r>
        <w:separator/>
      </w:r>
    </w:p>
  </w:footnote>
  <w:footnote w:type="continuationSeparator" w:id="1">
    <w:p w:rsidR="001D2EA4" w:rsidRDefault="001D2EA4" w:rsidP="000A42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EA4" w:rsidRDefault="001D2EA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EA4" w:rsidRDefault="001D2EA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76D56"/>
    <w:multiLevelType w:val="hybridMultilevel"/>
    <w:tmpl w:val="841A6EA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F649B7"/>
    <w:multiLevelType w:val="hybridMultilevel"/>
    <w:tmpl w:val="72022092"/>
    <w:lvl w:ilvl="0" w:tplc="0CD24F80">
      <w:start w:val="1"/>
      <w:numFmt w:val="decimal"/>
      <w:lvlText w:val="%1."/>
      <w:lvlJc w:val="left"/>
      <w:pPr>
        <w:ind w:left="7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79730FA"/>
    <w:multiLevelType w:val="hybridMultilevel"/>
    <w:tmpl w:val="566CD5D6"/>
    <w:lvl w:ilvl="0" w:tplc="0419000F">
      <w:start w:val="1"/>
      <w:numFmt w:val="decimal"/>
      <w:lvlText w:val="%1."/>
      <w:lvlJc w:val="left"/>
      <w:pPr>
        <w:ind w:left="1156" w:hanging="360"/>
      </w:pPr>
    </w:lvl>
    <w:lvl w:ilvl="1" w:tplc="04190019">
      <w:start w:val="1"/>
      <w:numFmt w:val="lowerLetter"/>
      <w:lvlText w:val="%2."/>
      <w:lvlJc w:val="left"/>
      <w:pPr>
        <w:ind w:left="1876" w:hanging="360"/>
      </w:pPr>
    </w:lvl>
    <w:lvl w:ilvl="2" w:tplc="0419001B">
      <w:start w:val="1"/>
      <w:numFmt w:val="lowerRoman"/>
      <w:lvlText w:val="%3."/>
      <w:lvlJc w:val="right"/>
      <w:pPr>
        <w:ind w:left="2596" w:hanging="180"/>
      </w:pPr>
    </w:lvl>
    <w:lvl w:ilvl="3" w:tplc="0419000F">
      <w:start w:val="1"/>
      <w:numFmt w:val="decimal"/>
      <w:lvlText w:val="%4."/>
      <w:lvlJc w:val="left"/>
      <w:pPr>
        <w:ind w:left="3316" w:hanging="360"/>
      </w:pPr>
    </w:lvl>
    <w:lvl w:ilvl="4" w:tplc="04190019">
      <w:start w:val="1"/>
      <w:numFmt w:val="lowerLetter"/>
      <w:lvlText w:val="%5."/>
      <w:lvlJc w:val="left"/>
      <w:pPr>
        <w:ind w:left="4036" w:hanging="360"/>
      </w:pPr>
    </w:lvl>
    <w:lvl w:ilvl="5" w:tplc="0419001B">
      <w:start w:val="1"/>
      <w:numFmt w:val="lowerRoman"/>
      <w:lvlText w:val="%6."/>
      <w:lvlJc w:val="right"/>
      <w:pPr>
        <w:ind w:left="4756" w:hanging="180"/>
      </w:pPr>
    </w:lvl>
    <w:lvl w:ilvl="6" w:tplc="0419000F">
      <w:start w:val="1"/>
      <w:numFmt w:val="decimal"/>
      <w:lvlText w:val="%7."/>
      <w:lvlJc w:val="left"/>
      <w:pPr>
        <w:ind w:left="5476" w:hanging="360"/>
      </w:pPr>
    </w:lvl>
    <w:lvl w:ilvl="7" w:tplc="04190019">
      <w:start w:val="1"/>
      <w:numFmt w:val="lowerLetter"/>
      <w:lvlText w:val="%8."/>
      <w:lvlJc w:val="left"/>
      <w:pPr>
        <w:ind w:left="6196" w:hanging="360"/>
      </w:pPr>
    </w:lvl>
    <w:lvl w:ilvl="8" w:tplc="0419001B">
      <w:start w:val="1"/>
      <w:numFmt w:val="lowerRoman"/>
      <w:lvlText w:val="%9."/>
      <w:lvlJc w:val="right"/>
      <w:pPr>
        <w:ind w:left="6916" w:hanging="180"/>
      </w:pPr>
    </w:lvl>
  </w:abstractNum>
  <w:abstractNum w:abstractNumId="3">
    <w:nsid w:val="4A990771"/>
    <w:multiLevelType w:val="hybridMultilevel"/>
    <w:tmpl w:val="72022092"/>
    <w:lvl w:ilvl="0" w:tplc="0CD24F80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20"/>
        </w:tabs>
        <w:ind w:left="10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740"/>
        </w:tabs>
        <w:ind w:left="17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60"/>
        </w:tabs>
        <w:ind w:left="24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80"/>
        </w:tabs>
        <w:ind w:left="31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00"/>
        </w:tabs>
        <w:ind w:left="39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20"/>
        </w:tabs>
        <w:ind w:left="46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340"/>
        </w:tabs>
        <w:ind w:left="53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60"/>
        </w:tabs>
        <w:ind w:left="6060" w:hanging="360"/>
      </w:pPr>
    </w:lvl>
  </w:abstractNum>
  <w:abstractNum w:abstractNumId="4">
    <w:nsid w:val="5EF52A33"/>
    <w:multiLevelType w:val="hybridMultilevel"/>
    <w:tmpl w:val="F098AB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1399"/>
    <w:rsid w:val="000032DF"/>
    <w:rsid w:val="00006F96"/>
    <w:rsid w:val="000314F5"/>
    <w:rsid w:val="000616D3"/>
    <w:rsid w:val="00062BF2"/>
    <w:rsid w:val="000764B0"/>
    <w:rsid w:val="000A4286"/>
    <w:rsid w:val="000D15D0"/>
    <w:rsid w:val="0012392B"/>
    <w:rsid w:val="00152521"/>
    <w:rsid w:val="00186B5D"/>
    <w:rsid w:val="00192A82"/>
    <w:rsid w:val="001B092A"/>
    <w:rsid w:val="001D2EA4"/>
    <w:rsid w:val="002A586C"/>
    <w:rsid w:val="002E1719"/>
    <w:rsid w:val="002E3C03"/>
    <w:rsid w:val="002E52D8"/>
    <w:rsid w:val="00320229"/>
    <w:rsid w:val="00344138"/>
    <w:rsid w:val="00381D66"/>
    <w:rsid w:val="00382469"/>
    <w:rsid w:val="00433CD3"/>
    <w:rsid w:val="00480D05"/>
    <w:rsid w:val="004A34B8"/>
    <w:rsid w:val="004C7178"/>
    <w:rsid w:val="004E1057"/>
    <w:rsid w:val="004E25BB"/>
    <w:rsid w:val="004E25BD"/>
    <w:rsid w:val="004E6672"/>
    <w:rsid w:val="004E7446"/>
    <w:rsid w:val="005079C9"/>
    <w:rsid w:val="00525C06"/>
    <w:rsid w:val="00546D66"/>
    <w:rsid w:val="00580B3E"/>
    <w:rsid w:val="00582083"/>
    <w:rsid w:val="0059044C"/>
    <w:rsid w:val="005A7F02"/>
    <w:rsid w:val="0060796F"/>
    <w:rsid w:val="00641BFA"/>
    <w:rsid w:val="006640C6"/>
    <w:rsid w:val="006A7A9F"/>
    <w:rsid w:val="007A063A"/>
    <w:rsid w:val="008037C7"/>
    <w:rsid w:val="008627A1"/>
    <w:rsid w:val="008D60A5"/>
    <w:rsid w:val="00972EFC"/>
    <w:rsid w:val="009C3EDD"/>
    <w:rsid w:val="009D3948"/>
    <w:rsid w:val="009E21F3"/>
    <w:rsid w:val="009E23F6"/>
    <w:rsid w:val="00A553EC"/>
    <w:rsid w:val="00A61A87"/>
    <w:rsid w:val="00A63636"/>
    <w:rsid w:val="00A93F29"/>
    <w:rsid w:val="00AA16A2"/>
    <w:rsid w:val="00B11A26"/>
    <w:rsid w:val="00B15D64"/>
    <w:rsid w:val="00B30AA9"/>
    <w:rsid w:val="00B4509E"/>
    <w:rsid w:val="00BC0FE0"/>
    <w:rsid w:val="00BF1AA8"/>
    <w:rsid w:val="00C247ED"/>
    <w:rsid w:val="00C719E6"/>
    <w:rsid w:val="00C91399"/>
    <w:rsid w:val="00D0124E"/>
    <w:rsid w:val="00D16345"/>
    <w:rsid w:val="00D31239"/>
    <w:rsid w:val="00DB3E85"/>
    <w:rsid w:val="00DB564C"/>
    <w:rsid w:val="00DD1779"/>
    <w:rsid w:val="00E47C3F"/>
    <w:rsid w:val="00E55464"/>
    <w:rsid w:val="00EE6778"/>
    <w:rsid w:val="00EF672F"/>
    <w:rsid w:val="00F37455"/>
    <w:rsid w:val="00F71263"/>
    <w:rsid w:val="00F73D1F"/>
    <w:rsid w:val="00FB65F5"/>
    <w:rsid w:val="00FD6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39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listparagraph0">
    <w:name w:val="msolistparagraph"/>
    <w:basedOn w:val="Normal"/>
    <w:uiPriority w:val="99"/>
    <w:rsid w:val="00C91399"/>
    <w:pPr>
      <w:ind w:left="720"/>
    </w:pPr>
  </w:style>
  <w:style w:type="character" w:customStyle="1" w:styleId="apple-converted-space">
    <w:name w:val="apple-converted-space"/>
    <w:basedOn w:val="DefaultParagraphFont"/>
    <w:uiPriority w:val="99"/>
    <w:rsid w:val="00C91399"/>
  </w:style>
  <w:style w:type="character" w:styleId="Emphasis">
    <w:name w:val="Emphasis"/>
    <w:basedOn w:val="DefaultParagraphFont"/>
    <w:uiPriority w:val="99"/>
    <w:qFormat/>
    <w:rsid w:val="00C91399"/>
    <w:rPr>
      <w:i/>
      <w:iCs/>
    </w:rPr>
  </w:style>
  <w:style w:type="character" w:customStyle="1" w:styleId="BodyTextChar">
    <w:name w:val="Body Text Char"/>
    <w:link w:val="BodyText"/>
    <w:uiPriority w:val="99"/>
    <w:locked/>
    <w:rsid w:val="00C91399"/>
    <w:rPr>
      <w:sz w:val="25"/>
      <w:szCs w:val="25"/>
      <w:shd w:val="clear" w:color="auto" w:fill="FFFFFF"/>
    </w:rPr>
  </w:style>
  <w:style w:type="paragraph" w:styleId="BodyText">
    <w:name w:val="Body Text"/>
    <w:basedOn w:val="Normal"/>
    <w:link w:val="BodyTextChar"/>
    <w:uiPriority w:val="99"/>
    <w:rsid w:val="00C91399"/>
    <w:pPr>
      <w:shd w:val="clear" w:color="auto" w:fill="FFFFFF"/>
      <w:spacing w:before="360" w:after="60" w:line="317" w:lineRule="exact"/>
      <w:jc w:val="both"/>
    </w:pPr>
    <w:rPr>
      <w:rFonts w:cs="Times New Roman"/>
      <w:sz w:val="25"/>
      <w:szCs w:val="25"/>
      <w:lang w:eastAsia="ru-RU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4E1057"/>
    <w:rPr>
      <w:rFonts w:ascii="Calibri" w:hAnsi="Calibri" w:cs="Calibri"/>
      <w:lang w:eastAsia="en-US"/>
    </w:rPr>
  </w:style>
  <w:style w:type="character" w:customStyle="1" w:styleId="1">
    <w:name w:val="Основной текст Знак1"/>
    <w:basedOn w:val="DefaultParagraphFont"/>
    <w:link w:val="BodyText"/>
    <w:uiPriority w:val="99"/>
    <w:semiHidden/>
    <w:locked/>
    <w:rsid w:val="00C91399"/>
    <w:rPr>
      <w:rFonts w:ascii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rsid w:val="00C91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9139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A553EC"/>
    <w:pPr>
      <w:ind w:left="720"/>
    </w:pPr>
  </w:style>
  <w:style w:type="paragraph" w:styleId="Header">
    <w:name w:val="header"/>
    <w:basedOn w:val="Normal"/>
    <w:link w:val="HeaderChar"/>
    <w:uiPriority w:val="99"/>
    <w:semiHidden/>
    <w:rsid w:val="000A42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A4286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rsid w:val="000A42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A4286"/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280</TotalTime>
  <Pages>5</Pages>
  <Words>1084</Words>
  <Characters>6179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2</cp:lastModifiedBy>
  <cp:revision>22</cp:revision>
  <cp:lastPrinted>2018-04-11T11:59:00Z</cp:lastPrinted>
  <dcterms:created xsi:type="dcterms:W3CDTF">2018-02-02T11:15:00Z</dcterms:created>
  <dcterms:modified xsi:type="dcterms:W3CDTF">2018-04-11T11:59:00Z</dcterms:modified>
</cp:coreProperties>
</file>